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6E" w:rsidRDefault="003A136E" w:rsidP="00A15E22">
      <w:pPr>
        <w:pStyle w:val="Heading1"/>
        <w:rPr>
          <w:rFonts w:ascii="Arial" w:hAnsi="Arial" w:cs="Arial"/>
        </w:rPr>
      </w:pPr>
      <w:r>
        <w:rPr>
          <w:noProof/>
          <w:lang w:eastAsia="it-IT"/>
        </w:rPr>
        <w:pict>
          <v:group id="Gruppo 5" o:spid="_x0000_s1026" style="position:absolute;margin-left:-44.7pt;margin-top:-53.6pt;width:549.75pt;height:202.4pt;z-index:251661824" coordsize="64743,255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">
            <v:rect id="Rettangolo 2" o:spid="_x0000_s1027" style="position:absolute;left:1165;width:63578;height:2553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jHsAA&#10;AADbAAAADwAAAGRycy9kb3ducmV2LnhtbERPu2rDMBTdC/kHcQPdarmGOsW1EkqIoUuGPMh8bd1Y&#10;JtaVsVTH/ftqCGQ8nHe5mW0vJhp951jBe5KCIG6c7rhVcD5Vb58gfEDW2DsmBX/kYbNevJRYaHfn&#10;A03H0IoYwr5ABSaEoZDSN4Ys+sQNxJG7utFiiHBspR7xHsNtL7M0zaXFjmODwYG2hprb8dcqOK12&#10;+4/LYGoTpnrqqkPuUp8r9bqcv79ABJrDU/xw/2gFWRwbv8Qf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zQjHsAAAADbAAAADwAAAAAAAAAAAAAAAACYAgAAZHJzL2Rvd25y&#10;ZXYueG1sUEsFBgAAAAAEAAQA9QAAAIUDAAAAAA==&#10;" fillcolor="#d7e4bd" stroked="f" strokeweight="2pt">
              <v:textbox>
                <w:txbxContent>
                  <w:p w:rsidR="003A136E" w:rsidRDefault="003A136E" w:rsidP="00FE289F"/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" o:spid="_x0000_s1028" type="#_x0000_t75" alt="http://www.google.it/url?source=imgres&amp;ct=tbn&amp;q=http://www.tesoridellazio.it/public/montenero_sabino_-_il_borgo.jpg&amp;sa=X&amp;ei=OA3MUf3eDIOsPN6sgBg&amp;ved=0CAUQ8wc&amp;usg=AFQjCNGrK79JAIHhjP4f29ILW_7Elmek0g" style="position:absolute;left:40179;top:1365;width:23680;height:233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6kv3EAAAA2wAAAA8AAABkcnMvZG93bnJldi54bWxEj0FrwkAUhO+C/2F5gjfd1ELR6Ca0BaFt&#10;kKAVvD6yzyRt9m3YXTX9992C0OMwM98wm3wwnbiS861lBQ/zBARxZXXLtYLj53a2BOEDssbOMin4&#10;IQ95Nh5tMNX2xnu6HkItIoR9igqaEPpUSl81ZNDPbU8cvbN1BkOUrpba4S3CTScXSfIkDbYcFxrs&#10;6bWh6vtwMQrK99NLsbV9IT9KVxb7Un+tHndKTSfD8xpEoCH8h+/tN61gsYK/L/EHyO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l6kv3EAAAA2wAAAA8AAAAAAAAAAAAAAAAA&#10;nwIAAGRycy9kb3ducmV2LnhtbFBLBQYAAAAABAAEAPcAAACQAwAAAAA=&#10;">
              <v:imagedata r:id="rId5" o:title="" croptop="20049f" cropbottom="3511f" cropleft="34665f" cropright="935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DiTesto 25" o:spid="_x0000_s1029" type="#_x0000_t202" style="position:absolute;left:7778;top:393;width:51186;height:37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3A136E" w:rsidRDefault="003A136E" w:rsidP="00FE289F">
                    <w:pPr>
                      <w:pStyle w:val="NormalWeb"/>
                      <w:spacing w:after="0"/>
                    </w:pPr>
                    <w:r w:rsidRPr="00774234">
                      <w:rPr>
                        <w:rFonts w:ascii="Miriam" w:eastAsia="Times New Roman" w:cs="Miriam"/>
                        <w:b/>
                        <w:bCs/>
                        <w:color w:val="FF0000"/>
                        <w:kern w:val="24"/>
                        <w:sz w:val="44"/>
                        <w:szCs w:val="44"/>
                        <w:lang w:bidi="he-IL"/>
                      </w:rPr>
                      <w:t xml:space="preserve">Ministero delle Infrastrutture e dei Trasporti </w:t>
                    </w:r>
                  </w:p>
                </w:txbxContent>
              </v:textbox>
            </v:shape>
            <v:shape id="Picture 2" o:spid="_x0000_s1030" type="#_x0000_t75" alt="logo ue" style="position:absolute;left:59360;top:6758;width:4144;height:26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OLY7EAAAA2wAAAA8AAABkcnMvZG93bnJldi54bWxEj0+LwjAUxO+C3yE8wZumrbBINUoVFtzd&#10;k39AvD2aZ1tsXkoTbXc//UYQPA4z8xtmue5NLR7UusqygngagSDOra64UHA6fk7mIJxH1lhbJgW/&#10;5GC9Gg6WmGrb8Z4eB1+IAGGXooLS+yaV0uUlGXRT2xAH72pbgz7ItpC6xS7ATS2TKPqQBisOCyU2&#10;tC0pvx3uRoH97n7+9nW2+8ou0Tm+50myiROlxqM+W4Dw1Pt3+NXeaQWzGJ5fwg+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KOLY7EAAAA2wAAAA8AAAAAAAAAAAAAAAAA&#10;nwIAAGRycy9kb3ducmV2LnhtbFBLBQYAAAAABAAEAPcAAACQAwAAAAA=&#10;">
              <v:imagedata r:id="rId6" o:title=""/>
            </v:shape>
            <v:rect id="Rettangolo 7" o:spid="_x0000_s1031" style="position:absolute;left:55243;top:18285;width:5040;height:50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39r0A&#10;AADbAAAADwAAAGRycy9kb3ducmV2LnhtbESPwQrCMBBE74L/EFbwpqmKItUoIijizSqe12Zti82m&#10;NFGrX28EweMw82aY+bIxpXhQ7QrLCgb9CARxanXBmYLTcdObgnAeWWNpmRS8yMFy0W7NMdb2yQd6&#10;JD4ToYRdjApy76tYSpfmZND1bUUcvKutDfog60zqGp+h3JRyGEUTabDgsJBjReuc0ltyNwpGl6zZ&#10;vd3Wni97xlea4H4znijV7TSrGQhPjf+Hf/ROB24I3y/hB8jF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a039r0AAADbAAAADwAAAAAAAAAAAAAAAACYAgAAZHJzL2Rvd25yZXYu&#10;eG1sUEsFBgAAAAAEAAQA9QAAAIIDAAAAAA==&#10;" stroked="f" strokeweight=".25pt">
              <v:shadow on="t" color="black" opacity="56360f" origin="-.5,-.5" offset=".74836mm,.74836mm"/>
              <v:textbox>
                <w:txbxContent>
                  <w:p w:rsidR="003A136E" w:rsidRDefault="003A136E" w:rsidP="00A15E22">
                    <w:r>
                      <w:rPr>
                        <w:b/>
                        <w:bCs/>
                      </w:rPr>
                      <w:pict>
                        <v:shape id="_x0000_i1026" type="#_x0000_t75" style="width:28.5pt;height:33pt" filled="t">
                          <v:fill color2="black"/>
                          <v:imagedata r:id="rId7" o:title=""/>
                        </v:shape>
                      </w:pict>
                    </w:r>
                  </w:p>
                </w:txbxContent>
              </v:textbox>
            </v:rect>
            <v:shape id="Picture 2" o:spid="_x0000_s1032" type="#_x0000_t75" alt="http://www.relaisdelmaro.it/img/64-S.jpg" href="http://www.relaisdelmaro.it/img/64" style="position:absolute;left:18739;top:6771;width:20720;height:17924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upe7EAAAA2wAAAA8AAABkcnMvZG93bnJldi54bWxEj9FqwkAURN8F/2G5gi9SN0awbeoqUhD7&#10;omLqB1yyt9nQ7N2Q3Sbx792C4OMwM2eY9Xawteio9ZVjBYt5AoK4cLriUsH1e//yBsIHZI21Y1Jw&#10;Iw/bzXi0xky7ni/U5aEUEcI+QwUmhCaT0heGLPq5a4ij9+NaiyHKtpS6xT7CbS3TJFlJixXHBYMN&#10;fRoqfvM/q6A5dLU2r2k+lPvr8TzrT+l7flJqOhl2HyACDeEZfrS/tILlEv6/xB8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Wupe7EAAAA2wAAAA8AAAAAAAAAAAAAAAAA&#10;nwIAAGRycy9kb3ducmV2LnhtbFBLBQYAAAAABAAEAPcAAACQAwAAAAA=&#10;" o:button="t">
              <v:fill o:detectmouseclick="t"/>
              <v:imagedata r:id="rId8" o:title="" croptop="-198f" cropbottom="10618f" cropleft="5670f" cropright="18122f"/>
            </v:shape>
            <v:group id="Gruppo 9" o:spid="_x0000_s1033" style="position:absolute;left:1870;top:3174;width:15987;height:21463" coordorigin="1870,3174" coordsize="15986,21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shape id="Figura a mano libera 13" o:spid="_x0000_s1034" style="position:absolute;left:1952;top:3468;width:15905;height:11940;visibility:visible;v-text-anchor:middle" coordsize="1698171,12560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X2MUA&#10;AADbAAAADwAAAGRycy9kb3ducmV2LnhtbESPQWvCQBSE70L/w/IKvemmlYqkbkQKQQuFauylt0f2&#10;ZROafZtmV43+ercgeBxm5htmsRxsK47U+8axgudJAoK4dLpho+B7n4/nIHxA1tg6JgVn8rDMHkYL&#10;TLU78Y6ORTAiQtinqKAOoUul9GVNFv3EdcTRq1xvMUTZG6l7PEW4beVLksykxYbjQo0dvddU/hYH&#10;qyB3uTxftqvPofswpvxao/mp/pR6ehxWbyACDeEevrU3WsH0Ff6/xB8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ZfYxQAAANsAAAAPAAAAAAAAAAAAAAAAAJgCAABkcnMv&#10;ZG93bnJldi54bWxQSwUGAAAAAAQABAD1AAAAigMAAAAA&#10;" adj="-11796480,,5400" path="m,l437103,331595r271305,5024l839037,477296,964641,346668r256234,155749l1336430,447151r150726,70339l1557494,437103r60290,5024l1698171,507441v-1675,249534,-3349,499068,-5024,748602l5024,1225898c6699,818940,8373,411982,,xe" stroked="f" strokeweight="2pt">
                <v:stroke joinstyle="miter"/>
                <v:formulas>
                  <v:f eqn="val #1"/>
                  <v:f eqn="val #0"/>
                  <v:f eqn="sum #1 0 #0"/>
                  <v:f eqn="val 10800"/>
                  <v:f eqn="sum 0 0 #1"/>
                  <v:f eqn="sumangle @2 360 0"/>
                  <v:f eqn="if @2 @2 @5"/>
                  <v:f eqn="sum 0 0 @6"/>
                  <v:f eqn="val #2"/>
                  <v:f eqn="sum 0 0 #0"/>
                  <v:f eqn="sum #2 0 2700"/>
                  <v:f eqn="cos @10 #1"/>
                  <v:f eqn="sin @10 #1"/>
                  <v:f eqn="cos 13500 #1"/>
                  <v:f eqn="sin 13500 #1"/>
                  <v:f eqn="sum @11 10800 0"/>
                  <v:f eqn="sum @12 10800 0"/>
                  <v:f eqn="sum @13 10800 0"/>
                  <v:f eqn="sum @14 10800 0"/>
                  <v:f eqn="prod #2 1 2"/>
                  <v:f eqn="sum @19 5400 0"/>
                  <v:f eqn="cos @20 #1"/>
                  <v:f eqn="sin @20 #1"/>
                  <v:f eqn="sum @21 10800 0"/>
                  <v:f eqn="sum @12 @23 @22"/>
                  <v:f eqn="sum @22 @23 @11"/>
                  <v:f eqn="cos 10800 #1"/>
                  <v:f eqn="sin 10800 #1"/>
                  <v:f eqn="cos #2 #1"/>
                  <v:f eqn="sin #2 #1"/>
                  <v:f eqn="sum @26 10800 0"/>
                  <v:f eqn="sum @27 10800 0"/>
                  <v:f eqn="sum @28 10800 0"/>
                  <v:f eqn="sum @29 10800 0"/>
                  <v:f eqn="sum @19 5400 0"/>
                  <v:f eqn="cos @34 #0"/>
                  <v:f eqn="sin @34 #0"/>
                  <v:f eqn="mid #0 #1"/>
                  <v:f eqn="sumangle @37 180 0"/>
                  <v:f eqn="if @2 @37 @38"/>
                  <v:f eqn="cos 10800 @39"/>
                  <v:f eqn="sin 10800 @39"/>
                  <v:f eqn="cos #2 @39"/>
                  <v:f eqn="sin #2 @39"/>
                  <v:f eqn="sum @40 10800 0"/>
                  <v:f eqn="sum @41 10800 0"/>
                  <v:f eqn="sum @42 10800 0"/>
                  <v:f eqn="sum @43 10800 0"/>
                  <v:f eqn="sum @35 10800 0"/>
                  <v:f eqn="sum @36 10800 0"/>
                </v:formulas>
                <v:path arrowok="t" o:connecttype="custom" o:connectlocs="0,0;3834,2996;6214,3042;7360,4313;8462,3133;10710,4540;11723,4041;13045,4676;13662,3950;14191,3995;14897,4586;14852,11350;44,11078;0,0" o:connectangles="0,0,0,0,0,0,0,0,0,0,0,0,0,0" textboxrect="0,0,1698171,1256043"/>
                <v:handles>
                  <v:h position="@3,#0" polar="10800,10800"/>
                  <v:h position="#2,#1" polar="10800,10800" radiusrange="0,10800"/>
                </v:handles>
                <v:textbox>
                  <w:txbxContent>
                    <w:p w:rsidR="003A136E" w:rsidRDefault="003A136E" w:rsidP="00FE289F"/>
                  </w:txbxContent>
                </v:textbox>
              </v:shape>
              <v:shape id="Picture 4" o:spid="_x0000_s1035" type="#_x0000_t75" alt="http://bosco.eldi.it/files/2013/05/Panorama-di-Bormio.jpg" style="position:absolute;left:1870;top:3174;width:15987;height:21463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MhQXDAAAA2wAAAA8AAABkcnMvZG93bnJldi54bWxEj0FrwkAUhO9C/8PyCr3pxhaCpK4iitAe&#10;cjD2BzyzzySYfRt3t0n017tCocdhZr5hluvRtKIn5xvLCuazBARxaXXDlYKf4366AOEDssbWMim4&#10;kYf16mWyxEzbgQ/UF6ESEcI+QwV1CF0mpS9rMuhntiOO3tk6gyFKV0ntcIhw08r3JEmlwYbjQo0d&#10;bWsqL8WvUbC7+gW58+lk7zs93L6POi9lrtTb67j5BBFoDP/hv/aXVvCRwvNL/AFy9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yFBcMAAADbAAAADwAAAAAAAAAAAAAAAACf&#10;AgAAZHJzL2Rvd25yZXYueG1sUEsFBgAAAAAEAAQA9wAAAI8DAAAAAA==&#10;">
                <v:imagedata r:id="rId9" o:title="" croptop="12508f" cropleft="30454f" cropright="9804f" chromakey="#3a6c96"/>
              </v:shape>
            </v:group>
            <v:shape id="CasellaDiTesto 27" o:spid="_x0000_s1036" type="#_x0000_t202" style="position:absolute;top:15806;width:54005;height:83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<v:textbox>
                <w:txbxContent>
                  <w:p w:rsidR="003A136E" w:rsidRDefault="003A136E" w:rsidP="00FE289F">
                    <w:pPr>
                      <w:pStyle w:val="NormalWeb"/>
                      <w:spacing w:after="0"/>
                    </w:pPr>
                    <w:r>
                      <w:rPr>
                        <w:rFonts w:ascii="Century Gothic" w:hAnsi="Century Gothic"/>
                        <w:b/>
                        <w:bCs/>
                        <w:color w:val="FF0000"/>
                        <w:spacing w:val="10"/>
                        <w:kern w:val="24"/>
                        <w:sz w:val="108"/>
                        <w:szCs w:val="108"/>
                      </w:rPr>
                      <w:t xml:space="preserve"> </w:t>
                    </w:r>
                    <w:r>
                      <w:rPr>
                        <w:rFonts w:ascii="Century Gothic" w:eastAsia="Meiryo UI" w:hAnsi="Century Gothic" w:cs="Arial"/>
                        <w:b/>
                        <w:bCs/>
                        <w:color w:val="FFFFFF"/>
                        <w:spacing w:val="10"/>
                        <w:kern w:val="24"/>
                        <w:sz w:val="96"/>
                        <w:szCs w:val="96"/>
                      </w:rPr>
                      <w:t>6000</w:t>
                    </w:r>
                    <w:r>
                      <w:rPr>
                        <w:rFonts w:ascii="Century Gothic" w:eastAsia="Meiryo UI" w:hAnsi="Century Gothic" w:cs="Arial"/>
                        <w:b/>
                        <w:bCs/>
                        <w:color w:val="FF0000"/>
                        <w:spacing w:val="10"/>
                        <w:kern w:val="24"/>
                        <w:sz w:val="96"/>
                        <w:szCs w:val="96"/>
                      </w:rPr>
                      <w:t xml:space="preserve"> 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pacing w:val="10"/>
                        <w:kern w:val="24"/>
                        <w:sz w:val="96"/>
                        <w:szCs w:val="96"/>
                      </w:rPr>
                      <w:t>Campanili</w:t>
                    </w:r>
                  </w:p>
                </w:txbxContent>
              </v:textbox>
            </v:shape>
            <v:shape id="Picture 2" o:spid="_x0000_s1037" type="#_x0000_t75" alt="Logo-col2" style="position:absolute;left:59283;top:658;width:4231;height:44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GYfzAAAAA2wAAAA8AAABkcnMvZG93bnJldi54bWxET02LwjAQvQv7H8IIexFNXUGXahRZ3NWT&#10;UFc9D83YFpNJaWKt/94cBI+P971YddaIlhpfOVYwHiUgiHOnKy4UHP9/h98gfEDWaByTggd5WC0/&#10;egtMtbtzRu0hFCKGsE9RQRlCnUrp85Is+pGriSN3cY3FEGFTSN3gPYZbI7+SZCotVhwbSqzpp6T8&#10;erhZBea83Rz/TLb2nA1mg5Nrr+N9q9Rnv1vPQQTqwlv8cu+0gkkcG7/EHyC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YZh/MAAAADbAAAADwAAAAAAAAAAAAAAAACfAgAA&#10;ZHJzL2Rvd25yZXYueG1sUEsFBgAAAAAEAAQA9wAAAIwDAAAAAA==&#10;">
              <v:imagedata r:id="rId10" o:title=""/>
            </v:shape>
            <v:shape id="Picture 2" o:spid="_x0000_s1038" type="#_x0000_t75" alt="logo-ministero-infrastrutture-trasporti-maurizio-lupi-ministro" style="position:absolute;left:1952;width:7264;height:409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2VoHFAAAA2wAAAA8AAABkcnMvZG93bnJldi54bWxEj0FLw0AUhO+F/oflCd7aTS1ITbstIogS&#10;EbXtocfX7DMbm30bs880/ntXEDwOM/MNs9oMvlE9dbEObGA2zUARl8HWXBnY7+4nC1BRkC02gcnA&#10;N0XYrMejFeY2nPmN+q1UKkE45mjAibS51rF05DFOQ0ucvPfQeZQku0rbDs8J7ht9lWXX2mPNacFh&#10;S3eOytP2yxvYPbObPxxfCnktDmEmT8Xio/805vJiuF2CEhrkP/zXfrQG5jfw+yX9AL3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9laBxQAAANsAAAAPAAAAAAAAAAAAAAAA&#10;AJ8CAABkcnMvZG93bnJldi54bWxQSwUGAAAAAAQABAD3AAAAkQMAAAAA&#10;">
              <v:imagedata r:id="rId11" o:title="" chromakey="white"/>
            </v:shape>
          </v:group>
        </w:pict>
      </w:r>
    </w:p>
    <w:p w:rsidR="003A136E" w:rsidRDefault="003A136E" w:rsidP="00C56951">
      <w:pPr>
        <w:jc w:val="right"/>
        <w:rPr>
          <w:rFonts w:ascii="Arial" w:hAnsi="Arial" w:cs="Arial"/>
          <w:b/>
          <w:sz w:val="24"/>
          <w:szCs w:val="24"/>
        </w:rPr>
      </w:pPr>
    </w:p>
    <w:p w:rsidR="003A136E" w:rsidRDefault="003A136E" w:rsidP="00C56951">
      <w:pPr>
        <w:jc w:val="right"/>
        <w:rPr>
          <w:rFonts w:ascii="Arial" w:hAnsi="Arial" w:cs="Arial"/>
          <w:b/>
          <w:sz w:val="24"/>
          <w:szCs w:val="24"/>
        </w:rPr>
      </w:pPr>
    </w:p>
    <w:p w:rsidR="003A136E" w:rsidRDefault="003A136E" w:rsidP="00C56951">
      <w:pPr>
        <w:jc w:val="right"/>
        <w:rPr>
          <w:rFonts w:ascii="Arial" w:hAnsi="Arial" w:cs="Arial"/>
          <w:b/>
          <w:sz w:val="24"/>
          <w:szCs w:val="24"/>
        </w:rPr>
      </w:pPr>
    </w:p>
    <w:p w:rsidR="003A136E" w:rsidRDefault="003A136E" w:rsidP="00C56951">
      <w:pPr>
        <w:jc w:val="right"/>
        <w:rPr>
          <w:rFonts w:ascii="Arial" w:hAnsi="Arial" w:cs="Arial"/>
          <w:b/>
          <w:sz w:val="24"/>
          <w:szCs w:val="24"/>
        </w:rPr>
      </w:pPr>
    </w:p>
    <w:p w:rsidR="003A136E" w:rsidRDefault="003A136E" w:rsidP="00C56951">
      <w:pPr>
        <w:jc w:val="right"/>
        <w:rPr>
          <w:rFonts w:ascii="Arial" w:hAnsi="Arial" w:cs="Arial"/>
          <w:b/>
          <w:sz w:val="24"/>
          <w:szCs w:val="24"/>
        </w:rPr>
      </w:pPr>
    </w:p>
    <w:p w:rsidR="003A136E" w:rsidRDefault="003A136E" w:rsidP="00C55DB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Prot. N° ….. del ……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ALL. 2</w:t>
      </w:r>
    </w:p>
    <w:p w:rsidR="003A136E" w:rsidRDefault="003A136E" w:rsidP="00812720">
      <w:pPr>
        <w:jc w:val="center"/>
        <w:rPr>
          <w:rFonts w:ascii="Arial" w:hAnsi="Arial" w:cs="Arial"/>
          <w:b/>
          <w:sz w:val="24"/>
          <w:szCs w:val="24"/>
        </w:rPr>
      </w:pPr>
      <w:r w:rsidRPr="00812720">
        <w:rPr>
          <w:rFonts w:ascii="Arial" w:hAnsi="Arial" w:cs="Arial"/>
          <w:b/>
          <w:sz w:val="24"/>
          <w:szCs w:val="24"/>
        </w:rPr>
        <w:t xml:space="preserve">- RICHIESTA </w:t>
      </w:r>
      <w:r>
        <w:rPr>
          <w:rFonts w:ascii="Arial" w:hAnsi="Arial" w:cs="Arial"/>
          <w:b/>
          <w:sz w:val="24"/>
          <w:szCs w:val="24"/>
        </w:rPr>
        <w:t xml:space="preserve"> DI  </w:t>
      </w:r>
      <w:r w:rsidRPr="00812720">
        <w:rPr>
          <w:rFonts w:ascii="Arial" w:hAnsi="Arial" w:cs="Arial"/>
          <w:b/>
          <w:sz w:val="24"/>
          <w:szCs w:val="24"/>
        </w:rPr>
        <w:t xml:space="preserve">CONTRIBUTO </w:t>
      </w:r>
      <w:r>
        <w:rPr>
          <w:rFonts w:ascii="Arial" w:hAnsi="Arial" w:cs="Arial"/>
          <w:b/>
          <w:sz w:val="24"/>
          <w:szCs w:val="24"/>
        </w:rPr>
        <w:t>–</w:t>
      </w:r>
    </w:p>
    <w:p w:rsidR="003A136E" w:rsidRPr="00812720" w:rsidRDefault="003A136E" w:rsidP="00812720">
      <w:pPr>
        <w:jc w:val="center"/>
        <w:rPr>
          <w:rFonts w:ascii="Arial" w:hAnsi="Arial" w:cs="Arial"/>
          <w:b/>
          <w:sz w:val="24"/>
          <w:szCs w:val="24"/>
        </w:rPr>
      </w:pPr>
    </w:p>
    <w:p w:rsidR="003A136E" w:rsidRPr="004F277F" w:rsidRDefault="003A136E" w:rsidP="00DD2D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77F">
        <w:rPr>
          <w:rFonts w:ascii="Arial" w:hAnsi="Arial" w:cs="Arial"/>
          <w:sz w:val="24"/>
          <w:szCs w:val="24"/>
        </w:rPr>
        <w:t xml:space="preserve">Comune di </w:t>
      </w:r>
      <w:r>
        <w:rPr>
          <w:rFonts w:ascii="Arial" w:hAnsi="Arial" w:cs="Arial"/>
          <w:sz w:val="24"/>
          <w:szCs w:val="24"/>
        </w:rPr>
        <w:t>Barberino Val d’Elsa</w:t>
      </w:r>
      <w:r w:rsidRPr="004F277F">
        <w:rPr>
          <w:rFonts w:ascii="Arial" w:hAnsi="Arial" w:cs="Arial"/>
          <w:sz w:val="24"/>
          <w:szCs w:val="24"/>
        </w:rPr>
        <w:t xml:space="preserve">   Prov. </w:t>
      </w:r>
      <w:r>
        <w:rPr>
          <w:rFonts w:ascii="Arial" w:hAnsi="Arial" w:cs="Arial"/>
          <w:sz w:val="24"/>
          <w:szCs w:val="24"/>
        </w:rPr>
        <w:t>Di Firenze</w:t>
      </w:r>
    </w:p>
    <w:p w:rsidR="003A136E" w:rsidRPr="004F277F" w:rsidRDefault="003A136E" w:rsidP="00DD2D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77F">
        <w:rPr>
          <w:rFonts w:ascii="Arial" w:hAnsi="Arial" w:cs="Arial"/>
          <w:sz w:val="24"/>
          <w:szCs w:val="24"/>
        </w:rPr>
        <w:t>Tel</w:t>
      </w:r>
      <w:r>
        <w:rPr>
          <w:rFonts w:ascii="Arial" w:hAnsi="Arial" w:cs="Arial"/>
          <w:sz w:val="24"/>
          <w:szCs w:val="24"/>
        </w:rPr>
        <w:t>. 055-8052221</w:t>
      </w:r>
      <w:r w:rsidRPr="004F277F">
        <w:rPr>
          <w:rFonts w:ascii="Arial" w:hAnsi="Arial" w:cs="Arial"/>
          <w:sz w:val="24"/>
          <w:szCs w:val="24"/>
        </w:rPr>
        <w:t xml:space="preserve">  fax </w:t>
      </w:r>
      <w:r>
        <w:rPr>
          <w:rFonts w:ascii="Arial" w:hAnsi="Arial" w:cs="Arial"/>
          <w:sz w:val="24"/>
          <w:szCs w:val="24"/>
        </w:rPr>
        <w:t xml:space="preserve"> 055-8075668</w:t>
      </w:r>
    </w:p>
    <w:p w:rsidR="003A136E" w:rsidRPr="004F277F" w:rsidRDefault="003A136E" w:rsidP="00DD2D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CF. 01337910481 </w:t>
      </w:r>
      <w:r w:rsidRPr="004F277F">
        <w:rPr>
          <w:rFonts w:ascii="Arial" w:hAnsi="Arial" w:cs="Arial"/>
          <w:sz w:val="24"/>
          <w:szCs w:val="24"/>
        </w:rPr>
        <w:t xml:space="preserve">e-mail </w:t>
      </w:r>
      <w:r>
        <w:rPr>
          <w:rFonts w:ascii="Arial" w:hAnsi="Arial" w:cs="Arial"/>
          <w:sz w:val="24"/>
          <w:szCs w:val="24"/>
        </w:rPr>
        <w:t xml:space="preserve">PEC </w:t>
      </w:r>
      <w:hyperlink r:id="rId12" w:history="1">
        <w:r w:rsidRPr="00FB5AE4">
          <w:rPr>
            <w:rStyle w:val="Hyperlink"/>
            <w:rFonts w:ascii="Arial" w:hAnsi="Arial" w:cs="Arial"/>
            <w:sz w:val="24"/>
            <w:szCs w:val="24"/>
          </w:rPr>
          <w:t>barberinovaldelsa@postacert.toscana.it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3A136E" w:rsidRDefault="003A136E" w:rsidP="004F277F">
      <w:pPr>
        <w:jc w:val="both"/>
        <w:rPr>
          <w:rFonts w:ascii="Arial" w:hAnsi="Arial" w:cs="Arial"/>
          <w:sz w:val="24"/>
          <w:szCs w:val="24"/>
        </w:rPr>
      </w:pPr>
    </w:p>
    <w:p w:rsidR="003A136E" w:rsidRPr="00DD2D18" w:rsidRDefault="003A136E" w:rsidP="00DD2D18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D2D18">
        <w:rPr>
          <w:rFonts w:ascii="Arial" w:hAnsi="Arial" w:cs="Arial"/>
          <w:sz w:val="20"/>
          <w:szCs w:val="20"/>
        </w:rPr>
        <w:t xml:space="preserve">Il sottoscritto </w:t>
      </w:r>
      <w:r>
        <w:rPr>
          <w:rFonts w:ascii="Arial" w:hAnsi="Arial" w:cs="Arial"/>
          <w:sz w:val="20"/>
          <w:szCs w:val="20"/>
        </w:rPr>
        <w:t>Maurizio Semplici</w:t>
      </w:r>
      <w:r w:rsidRPr="00DD2D18">
        <w:rPr>
          <w:rFonts w:ascii="Arial" w:hAnsi="Arial" w:cs="Arial"/>
          <w:sz w:val="20"/>
          <w:szCs w:val="20"/>
        </w:rPr>
        <w:t xml:space="preserve"> Sindaco del Comune di </w:t>
      </w:r>
      <w:r>
        <w:rPr>
          <w:rFonts w:ascii="Arial" w:hAnsi="Arial" w:cs="Arial"/>
          <w:sz w:val="20"/>
          <w:szCs w:val="20"/>
        </w:rPr>
        <w:t>Barberino Val d’Elsa</w:t>
      </w:r>
      <w:r w:rsidRPr="00DD2D18">
        <w:rPr>
          <w:rFonts w:ascii="Arial" w:hAnsi="Arial" w:cs="Arial"/>
          <w:sz w:val="20"/>
          <w:szCs w:val="20"/>
        </w:rPr>
        <w:t xml:space="preserve">, </w:t>
      </w:r>
      <w:r w:rsidRPr="004C0190">
        <w:rPr>
          <w:rFonts w:ascii="Arial" w:hAnsi="Arial" w:cs="Arial"/>
          <w:b/>
          <w:sz w:val="20"/>
          <w:szCs w:val="20"/>
        </w:rPr>
        <w:t>chiede di accedere ai finanziamenti di cui al Programma “6000 Campanili”</w:t>
      </w:r>
      <w:r w:rsidRPr="00DD2D18">
        <w:rPr>
          <w:rFonts w:ascii="Arial" w:hAnsi="Arial" w:cs="Arial"/>
          <w:sz w:val="20"/>
          <w:szCs w:val="20"/>
        </w:rPr>
        <w:t xml:space="preserve"> per l’intervento denominato</w:t>
      </w:r>
      <w:r>
        <w:rPr>
          <w:rFonts w:ascii="Arial" w:hAnsi="Arial" w:cs="Arial"/>
          <w:sz w:val="20"/>
          <w:szCs w:val="20"/>
        </w:rPr>
        <w:t xml:space="preserve">: “Opere di Urbanizzazione Area Scolastica Capoluogo – Lotto </w:t>
      </w:r>
      <w:smartTag w:uri="urn:schemas-microsoft-com:office:smarttags" w:element="metricconverter">
        <w:smartTagPr>
          <w:attr w:name="ProductID" w:val="7”"/>
        </w:smartTagPr>
        <w:r>
          <w:rPr>
            <w:rFonts w:ascii="Arial" w:hAnsi="Arial" w:cs="Arial"/>
            <w:sz w:val="20"/>
            <w:szCs w:val="20"/>
          </w:rPr>
          <w:t>7”</w:t>
        </w:r>
      </w:smartTag>
      <w:r w:rsidRPr="00DD2D18">
        <w:rPr>
          <w:rFonts w:ascii="Arial" w:hAnsi="Arial" w:cs="Arial"/>
          <w:sz w:val="20"/>
          <w:szCs w:val="20"/>
        </w:rPr>
        <w:t xml:space="preserve"> per il quale l’importo complessivo risultante dal Quadro Economico è pari ad € </w:t>
      </w:r>
      <w:r>
        <w:rPr>
          <w:rFonts w:ascii="Arial" w:hAnsi="Arial" w:cs="Arial"/>
          <w:sz w:val="20"/>
          <w:szCs w:val="20"/>
        </w:rPr>
        <w:t>500.000,00.</w:t>
      </w:r>
    </w:p>
    <w:p w:rsidR="003A136E" w:rsidRPr="00DD2D18" w:rsidRDefault="003A136E" w:rsidP="004F277F">
      <w:pPr>
        <w:jc w:val="both"/>
        <w:rPr>
          <w:rFonts w:ascii="Arial" w:hAnsi="Arial" w:cs="Arial"/>
          <w:sz w:val="20"/>
          <w:szCs w:val="20"/>
        </w:rPr>
      </w:pPr>
    </w:p>
    <w:p w:rsidR="003A136E" w:rsidRDefault="003A136E" w:rsidP="004F277F">
      <w:pPr>
        <w:jc w:val="both"/>
        <w:rPr>
          <w:rFonts w:ascii="Arial" w:hAnsi="Arial" w:cs="Arial"/>
          <w:sz w:val="20"/>
          <w:szCs w:val="20"/>
        </w:rPr>
      </w:pPr>
      <w:r w:rsidRPr="00DD2D18">
        <w:rPr>
          <w:rFonts w:ascii="Arial" w:hAnsi="Arial" w:cs="Arial"/>
          <w:sz w:val="20"/>
          <w:szCs w:val="20"/>
        </w:rPr>
        <w:t xml:space="preserve">Pertanto alla presente istanza </w:t>
      </w:r>
      <w:r w:rsidRPr="00357DA4">
        <w:rPr>
          <w:rFonts w:ascii="Arial" w:hAnsi="Arial" w:cs="Arial"/>
          <w:b/>
          <w:sz w:val="20"/>
          <w:szCs w:val="20"/>
        </w:rPr>
        <w:t xml:space="preserve">allega la </w:t>
      </w:r>
      <w:r>
        <w:rPr>
          <w:rFonts w:ascii="Arial" w:hAnsi="Arial" w:cs="Arial"/>
          <w:b/>
          <w:sz w:val="20"/>
          <w:szCs w:val="20"/>
        </w:rPr>
        <w:t xml:space="preserve">seguente </w:t>
      </w:r>
      <w:r w:rsidRPr="00357DA4">
        <w:rPr>
          <w:rFonts w:ascii="Arial" w:hAnsi="Arial" w:cs="Arial"/>
          <w:b/>
          <w:sz w:val="20"/>
          <w:szCs w:val="20"/>
        </w:rPr>
        <w:t xml:space="preserve">documentazione </w:t>
      </w:r>
      <w:r w:rsidRPr="00A12066">
        <w:rPr>
          <w:rFonts w:ascii="Arial" w:hAnsi="Arial" w:cs="Arial"/>
          <w:sz w:val="20"/>
          <w:szCs w:val="20"/>
        </w:rPr>
        <w:t>richiesta</w:t>
      </w:r>
      <w:r w:rsidRPr="00DD2D18">
        <w:rPr>
          <w:rFonts w:ascii="Arial" w:hAnsi="Arial" w:cs="Arial"/>
          <w:sz w:val="20"/>
          <w:szCs w:val="20"/>
        </w:rPr>
        <w:t xml:space="preserve"> ed elencata nell’art. 4 della Convenzione stipulata tra Ministero delle Infrastrutture e dei Trasporti e l’A.N.C.I. </w:t>
      </w:r>
    </w:p>
    <w:p w:rsidR="003A136E" w:rsidRPr="00DD2D18" w:rsidRDefault="003A136E" w:rsidP="004F277F">
      <w:pPr>
        <w:jc w:val="both"/>
        <w:rPr>
          <w:rFonts w:ascii="Arial" w:hAnsi="Arial" w:cs="Arial"/>
          <w:sz w:val="20"/>
          <w:szCs w:val="20"/>
        </w:rPr>
      </w:pPr>
    </w:p>
    <w:p w:rsidR="003A136E" w:rsidRPr="00DD2D18" w:rsidRDefault="003A136E" w:rsidP="00DD2D18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it-IT"/>
        </w:rPr>
        <w:pict>
          <v:rect id="Rettangolo 8" o:spid="_x0000_s1039" style="position:absolute;left:0;text-align:left;margin-left:464.75pt;margin-top:-.15pt;width:9pt;height: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M29ZhXdAAAACAEAAA8AAAAAAAAAAAAAAAAAdgQAAGRycy9kb3ducmV2LnhtbFBL&#10;BQYAAAAABAAEAPMAAACABQAAAAA=&#10;"/>
        </w:pict>
      </w:r>
      <w:r w:rsidRPr="00DD2D18">
        <w:rPr>
          <w:rFonts w:ascii="Arial" w:hAnsi="Arial" w:cs="Arial"/>
          <w:b/>
          <w:sz w:val="20"/>
          <w:szCs w:val="20"/>
        </w:rPr>
        <w:t xml:space="preserve">Delibera di Giunta Comunale </w:t>
      </w:r>
      <w:r>
        <w:rPr>
          <w:rFonts w:ascii="Arial" w:hAnsi="Arial" w:cs="Arial"/>
          <w:b/>
          <w:sz w:val="20"/>
          <w:szCs w:val="20"/>
        </w:rPr>
        <w:t>nella quale viene esplicitamente:</w:t>
      </w:r>
      <w:r w:rsidRPr="00DD2D18">
        <w:rPr>
          <w:rFonts w:ascii="Arial" w:hAnsi="Arial" w:cs="Arial"/>
          <w:b/>
          <w:sz w:val="20"/>
          <w:szCs w:val="20"/>
        </w:rPr>
        <w:t xml:space="preserve"> </w:t>
      </w:r>
      <w:r w:rsidRPr="00DD2D18">
        <w:rPr>
          <w:rFonts w:ascii="Arial" w:hAnsi="Arial" w:cs="Arial"/>
          <w:b/>
          <w:sz w:val="20"/>
          <w:szCs w:val="20"/>
        </w:rPr>
        <w:tab/>
      </w:r>
      <w:r w:rsidRPr="00DD2D18">
        <w:rPr>
          <w:rFonts w:ascii="Arial" w:hAnsi="Arial" w:cs="Arial"/>
          <w:b/>
          <w:sz w:val="20"/>
          <w:szCs w:val="20"/>
        </w:rPr>
        <w:tab/>
      </w:r>
      <w:r w:rsidRPr="00DD2D18">
        <w:rPr>
          <w:rFonts w:ascii="Arial" w:hAnsi="Arial" w:cs="Arial"/>
          <w:b/>
          <w:sz w:val="20"/>
          <w:szCs w:val="20"/>
        </w:rPr>
        <w:tab/>
      </w:r>
      <w:r w:rsidRPr="00DD2D18">
        <w:rPr>
          <w:rFonts w:ascii="Arial" w:hAnsi="Arial" w:cs="Arial"/>
          <w:b/>
          <w:sz w:val="20"/>
          <w:szCs w:val="20"/>
        </w:rPr>
        <w:tab/>
      </w:r>
    </w:p>
    <w:p w:rsidR="003A136E" w:rsidRPr="00DD2D18" w:rsidRDefault="003A136E" w:rsidP="00DD2D18">
      <w:pPr>
        <w:numPr>
          <w:ilvl w:val="0"/>
          <w:numId w:val="1"/>
        </w:numPr>
        <w:tabs>
          <w:tab w:val="left" w:pos="142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approvata l</w:t>
      </w:r>
      <w:r w:rsidRPr="00DD2D18">
        <w:rPr>
          <w:rFonts w:ascii="Arial" w:hAnsi="Arial" w:cs="Arial"/>
          <w:sz w:val="20"/>
          <w:szCs w:val="20"/>
        </w:rPr>
        <w:t>’istanza di contributo finanziario;</w:t>
      </w:r>
      <w:r w:rsidRPr="00DD2D18">
        <w:rPr>
          <w:rFonts w:ascii="Arial" w:hAnsi="Arial" w:cs="Arial"/>
          <w:sz w:val="20"/>
          <w:szCs w:val="20"/>
        </w:rPr>
        <w:tab/>
      </w:r>
      <w:r w:rsidRPr="00DD2D18">
        <w:rPr>
          <w:rFonts w:ascii="Arial" w:hAnsi="Arial" w:cs="Arial"/>
          <w:sz w:val="20"/>
          <w:szCs w:val="20"/>
        </w:rPr>
        <w:tab/>
      </w:r>
      <w:r w:rsidRPr="00DD2D18">
        <w:rPr>
          <w:rFonts w:ascii="Arial" w:hAnsi="Arial" w:cs="Arial"/>
          <w:sz w:val="20"/>
          <w:szCs w:val="20"/>
        </w:rPr>
        <w:tab/>
      </w:r>
      <w:r w:rsidRPr="00DD2D18">
        <w:rPr>
          <w:rFonts w:ascii="Arial" w:hAnsi="Arial" w:cs="Arial"/>
          <w:sz w:val="20"/>
          <w:szCs w:val="20"/>
        </w:rPr>
        <w:tab/>
      </w:r>
      <w:r w:rsidRPr="00DD2D18">
        <w:rPr>
          <w:rFonts w:ascii="Arial" w:hAnsi="Arial" w:cs="Arial"/>
          <w:sz w:val="20"/>
          <w:szCs w:val="20"/>
        </w:rPr>
        <w:tab/>
      </w:r>
    </w:p>
    <w:p w:rsidR="003A136E" w:rsidRPr="00DD2D18" w:rsidRDefault="003A136E" w:rsidP="00DD2D18">
      <w:pPr>
        <w:numPr>
          <w:ilvl w:val="0"/>
          <w:numId w:val="1"/>
        </w:numPr>
        <w:tabs>
          <w:tab w:val="left" w:pos="142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approvata la </w:t>
      </w:r>
      <w:r w:rsidRPr="00DD2D18">
        <w:rPr>
          <w:rFonts w:ascii="Arial" w:hAnsi="Arial" w:cs="Arial"/>
          <w:sz w:val="20"/>
          <w:szCs w:val="20"/>
        </w:rPr>
        <w:t>nomina (o conferma</w:t>
      </w:r>
      <w:r>
        <w:rPr>
          <w:rFonts w:ascii="Arial" w:hAnsi="Arial" w:cs="Arial"/>
          <w:sz w:val="20"/>
          <w:szCs w:val="20"/>
        </w:rPr>
        <w:t>ta</w:t>
      </w:r>
      <w:r w:rsidRPr="00DD2D18">
        <w:rPr>
          <w:rFonts w:ascii="Arial" w:hAnsi="Arial" w:cs="Arial"/>
          <w:sz w:val="20"/>
          <w:szCs w:val="20"/>
        </w:rPr>
        <w:t xml:space="preserve"> di nomina) del Responsabile del Procedimento; </w:t>
      </w:r>
    </w:p>
    <w:p w:rsidR="003A136E" w:rsidRPr="00DD2D18" w:rsidRDefault="003A136E" w:rsidP="00DD2D18">
      <w:pPr>
        <w:numPr>
          <w:ilvl w:val="0"/>
          <w:numId w:val="1"/>
        </w:numPr>
        <w:tabs>
          <w:tab w:val="left" w:pos="142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 w:rsidRPr="00DD2D18">
        <w:rPr>
          <w:rFonts w:ascii="Arial" w:hAnsi="Arial" w:cs="Arial"/>
          <w:sz w:val="20"/>
          <w:szCs w:val="20"/>
        </w:rPr>
        <w:t>approva</w:t>
      </w:r>
      <w:r>
        <w:rPr>
          <w:rFonts w:ascii="Arial" w:hAnsi="Arial" w:cs="Arial"/>
          <w:sz w:val="20"/>
          <w:szCs w:val="20"/>
        </w:rPr>
        <w:t>ta</w:t>
      </w:r>
      <w:r w:rsidRPr="00DD2D18">
        <w:rPr>
          <w:rFonts w:ascii="Arial" w:hAnsi="Arial" w:cs="Arial"/>
          <w:sz w:val="20"/>
          <w:szCs w:val="20"/>
        </w:rPr>
        <w:t xml:space="preserve"> la relazione illustrativa dell’intervento di cui al punto b) per il quale si presenta l’istanza, a firma del Responsabile del Procedimento;</w:t>
      </w:r>
    </w:p>
    <w:p w:rsidR="003A136E" w:rsidRPr="00DD2D18" w:rsidRDefault="003A136E" w:rsidP="00DD2D18">
      <w:pPr>
        <w:numPr>
          <w:ilvl w:val="0"/>
          <w:numId w:val="1"/>
        </w:numPr>
        <w:tabs>
          <w:tab w:val="left" w:pos="142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 w:rsidRPr="00DD2D18">
        <w:rPr>
          <w:rFonts w:ascii="Arial" w:hAnsi="Arial" w:cs="Arial"/>
          <w:sz w:val="20"/>
          <w:szCs w:val="20"/>
        </w:rPr>
        <w:t>approva</w:t>
      </w:r>
      <w:r>
        <w:rPr>
          <w:rFonts w:ascii="Arial" w:hAnsi="Arial" w:cs="Arial"/>
          <w:sz w:val="20"/>
          <w:szCs w:val="20"/>
        </w:rPr>
        <w:t>to il</w:t>
      </w:r>
      <w:r w:rsidRPr="00DD2D18">
        <w:rPr>
          <w:rFonts w:ascii="Arial" w:hAnsi="Arial" w:cs="Arial"/>
          <w:sz w:val="20"/>
          <w:szCs w:val="20"/>
        </w:rPr>
        <w:t xml:space="preserve"> disciplinare, di cui alla successiva lett. e), che regola i rapporti tra il Ministero delle infrastrutture e dei trasporti e il Comune, redatto secondo il modello “Schema di disciplinare” allegato alla Convenzione </w:t>
      </w:r>
      <w:r w:rsidRPr="006B6493">
        <w:rPr>
          <w:rFonts w:ascii="Arial" w:hAnsi="Arial" w:cs="Arial"/>
          <w:b/>
          <w:sz w:val="20"/>
          <w:szCs w:val="20"/>
        </w:rPr>
        <w:t>(All. 3)</w:t>
      </w:r>
      <w:r w:rsidRPr="00DD2D18">
        <w:rPr>
          <w:rFonts w:ascii="Arial" w:hAnsi="Arial" w:cs="Arial"/>
          <w:sz w:val="20"/>
          <w:szCs w:val="20"/>
        </w:rPr>
        <w:t xml:space="preserve"> che, nel caso il Comune stesso dovesse rientrare nel primo Programma “6000 Cam</w:t>
      </w:r>
      <w:r>
        <w:rPr>
          <w:rFonts w:ascii="Arial" w:hAnsi="Arial" w:cs="Arial"/>
          <w:sz w:val="20"/>
          <w:szCs w:val="20"/>
        </w:rPr>
        <w:t>panili”, sarà per lo stesso vincolante</w:t>
      </w:r>
      <w:r w:rsidRPr="00DD2D18">
        <w:rPr>
          <w:rFonts w:ascii="Arial" w:hAnsi="Arial" w:cs="Arial"/>
          <w:sz w:val="20"/>
          <w:szCs w:val="20"/>
        </w:rPr>
        <w:t>.</w:t>
      </w:r>
    </w:p>
    <w:p w:rsidR="003A136E" w:rsidRPr="00975E10" w:rsidRDefault="003A136E" w:rsidP="004F277F">
      <w:p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softHyphen/>
      </w:r>
      <w:r w:rsidRPr="00975E10">
        <w:rPr>
          <w:rFonts w:ascii="Arial" w:hAnsi="Arial" w:cs="Arial"/>
          <w:b/>
          <w:sz w:val="20"/>
          <w:szCs w:val="20"/>
        </w:rPr>
        <w:t>______________________________________________________________________________________</w:t>
      </w:r>
    </w:p>
    <w:p w:rsidR="003A136E" w:rsidRPr="00DD2D18" w:rsidRDefault="003A136E" w:rsidP="006B6493">
      <w:pPr>
        <w:numPr>
          <w:ilvl w:val="0"/>
          <w:numId w:val="2"/>
        </w:numPr>
        <w:tabs>
          <w:tab w:val="left" w:pos="142"/>
          <w:tab w:val="left" w:pos="284"/>
        </w:tabs>
        <w:ind w:left="0" w:right="566" w:firstLine="0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it-IT"/>
        </w:rPr>
        <w:pict>
          <v:rect id="Rettangolo 13" o:spid="_x0000_s1040" style="position:absolute;left:0;text-align:left;margin-left:473.75pt;margin-top:16.1pt;width:9pt;height: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"/>
        </w:pict>
      </w:r>
      <w:r>
        <w:rPr>
          <w:rFonts w:ascii="Arial" w:hAnsi="Arial" w:cs="Arial"/>
          <w:b/>
          <w:sz w:val="20"/>
          <w:szCs w:val="20"/>
        </w:rPr>
        <w:t>Relazione illustrativa del RdP</w:t>
      </w:r>
      <w:r w:rsidRPr="00DD2D18">
        <w:rPr>
          <w:rFonts w:ascii="Arial" w:hAnsi="Arial" w:cs="Arial"/>
          <w:b/>
          <w:sz w:val="20"/>
          <w:szCs w:val="20"/>
        </w:rPr>
        <w:t>, apposita per la richiesta di finanziamento:</w:t>
      </w:r>
      <w:r w:rsidRPr="00470AB2">
        <w:rPr>
          <w:rFonts w:ascii="Arial" w:hAnsi="Arial" w:cs="Arial"/>
          <w:b/>
          <w:noProof/>
          <w:sz w:val="20"/>
          <w:szCs w:val="20"/>
          <w:lang w:eastAsia="it-IT"/>
        </w:rPr>
        <w:t xml:space="preserve"> </w:t>
      </w:r>
    </w:p>
    <w:p w:rsidR="003A136E" w:rsidRPr="00DD2D18" w:rsidRDefault="003A136E" w:rsidP="00651C62">
      <w:pPr>
        <w:numPr>
          <w:ilvl w:val="0"/>
          <w:numId w:val="1"/>
        </w:numPr>
        <w:tabs>
          <w:tab w:val="left" w:pos="142"/>
          <w:tab w:val="left" w:pos="9638"/>
        </w:tabs>
        <w:ind w:left="426" w:right="-1" w:hanging="142"/>
        <w:jc w:val="both"/>
        <w:rPr>
          <w:rFonts w:ascii="Arial" w:hAnsi="Arial" w:cs="Arial"/>
          <w:sz w:val="20"/>
          <w:szCs w:val="20"/>
        </w:rPr>
      </w:pPr>
      <w:r w:rsidRPr="00DD2D18">
        <w:rPr>
          <w:rFonts w:ascii="Arial" w:hAnsi="Arial" w:cs="Arial"/>
          <w:sz w:val="20"/>
          <w:szCs w:val="20"/>
        </w:rPr>
        <w:t>la natura e le caratteristiche principali dell’intervento;</w:t>
      </w:r>
    </w:p>
    <w:p w:rsidR="003A136E" w:rsidRPr="006B6493" w:rsidRDefault="003A136E" w:rsidP="00651C62">
      <w:pPr>
        <w:numPr>
          <w:ilvl w:val="0"/>
          <w:numId w:val="1"/>
        </w:numPr>
        <w:tabs>
          <w:tab w:val="left" w:pos="142"/>
          <w:tab w:val="left" w:pos="9638"/>
        </w:tabs>
        <w:ind w:left="426" w:right="-1" w:hanging="142"/>
        <w:jc w:val="both"/>
        <w:rPr>
          <w:rFonts w:ascii="Arial" w:hAnsi="Arial" w:cs="Arial"/>
          <w:sz w:val="20"/>
          <w:szCs w:val="20"/>
        </w:rPr>
      </w:pPr>
      <w:r w:rsidRPr="006B6493">
        <w:rPr>
          <w:rFonts w:ascii="Arial" w:hAnsi="Arial" w:cs="Arial"/>
          <w:sz w:val="20"/>
          <w:szCs w:val="20"/>
        </w:rPr>
        <w:t xml:space="preserve">lo stato di avanzamento delle attività procedurali propedeutiche alla realizzazione dell’intervento con </w:t>
      </w:r>
      <w:r>
        <w:rPr>
          <w:rFonts w:ascii="Arial" w:hAnsi="Arial" w:cs="Arial"/>
          <w:sz w:val="20"/>
          <w:szCs w:val="20"/>
        </w:rPr>
        <w:t>impegno a procedere alla pubblicazione del bando di gara</w:t>
      </w:r>
      <w:r w:rsidRPr="006B6493">
        <w:rPr>
          <w:rFonts w:ascii="Arial" w:hAnsi="Arial" w:cs="Arial"/>
          <w:sz w:val="20"/>
          <w:szCs w:val="20"/>
        </w:rPr>
        <w:t xml:space="preserve"> entro </w:t>
      </w:r>
      <w:r>
        <w:rPr>
          <w:rFonts w:ascii="Arial" w:hAnsi="Arial" w:cs="Arial"/>
          <w:sz w:val="20"/>
          <w:szCs w:val="20"/>
        </w:rPr>
        <w:t>il 28 febbraio 2014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e comunque entro </w:t>
      </w:r>
      <w:r w:rsidRPr="006B6493">
        <w:rPr>
          <w:rFonts w:ascii="Arial" w:hAnsi="Arial" w:cs="Arial"/>
          <w:sz w:val="20"/>
          <w:szCs w:val="20"/>
        </w:rPr>
        <w:t>45 giorni dalla sottoscrizione del disciplinare e</w:t>
      </w:r>
      <w:r>
        <w:rPr>
          <w:rFonts w:ascii="Arial" w:hAnsi="Arial" w:cs="Arial"/>
          <w:sz w:val="20"/>
          <w:szCs w:val="20"/>
        </w:rPr>
        <w:t>d a procedere alla</w:t>
      </w:r>
      <w:r w:rsidRPr="006B6493">
        <w:rPr>
          <w:rFonts w:ascii="Arial" w:hAnsi="Arial" w:cs="Arial"/>
          <w:sz w:val="20"/>
          <w:szCs w:val="20"/>
        </w:rPr>
        <w:t xml:space="preserve"> consegna dei lavori </w:t>
      </w:r>
      <w:r>
        <w:rPr>
          <w:rFonts w:ascii="Arial" w:hAnsi="Arial" w:cs="Arial"/>
          <w:sz w:val="20"/>
          <w:szCs w:val="20"/>
        </w:rPr>
        <w:t>ent</w:t>
      </w:r>
      <w:r w:rsidRPr="006B6493">
        <w:rPr>
          <w:rFonts w:ascii="Arial" w:hAnsi="Arial" w:cs="Arial"/>
          <w:sz w:val="20"/>
          <w:szCs w:val="20"/>
        </w:rPr>
        <w:t>ro i successivi 70 giorni;</w:t>
      </w:r>
    </w:p>
    <w:p w:rsidR="003A136E" w:rsidRPr="006B6493" w:rsidRDefault="003A136E" w:rsidP="00651C62">
      <w:pPr>
        <w:numPr>
          <w:ilvl w:val="0"/>
          <w:numId w:val="1"/>
        </w:numPr>
        <w:tabs>
          <w:tab w:val="left" w:pos="142"/>
          <w:tab w:val="left" w:pos="9638"/>
        </w:tabs>
        <w:ind w:left="426" w:right="-1" w:hanging="142"/>
        <w:jc w:val="both"/>
        <w:rPr>
          <w:rFonts w:ascii="Arial" w:hAnsi="Arial" w:cs="Arial"/>
          <w:sz w:val="20"/>
          <w:szCs w:val="20"/>
        </w:rPr>
      </w:pPr>
      <w:r w:rsidRPr="006B6493">
        <w:rPr>
          <w:rFonts w:ascii="Arial" w:hAnsi="Arial" w:cs="Arial"/>
          <w:sz w:val="20"/>
          <w:szCs w:val="20"/>
        </w:rPr>
        <w:t xml:space="preserve">elenco dei pareri, permessi e nulla osta necessari all’approvazione e all’avvio dell’intervento e dichiarazione del relativo possesso </w:t>
      </w:r>
      <w:r>
        <w:rPr>
          <w:rFonts w:ascii="Arial" w:hAnsi="Arial" w:cs="Arial"/>
          <w:sz w:val="20"/>
          <w:szCs w:val="20"/>
        </w:rPr>
        <w:t>con</w:t>
      </w:r>
      <w:r w:rsidRPr="006B6493">
        <w:rPr>
          <w:rFonts w:ascii="Arial" w:hAnsi="Arial" w:cs="Arial"/>
          <w:sz w:val="20"/>
          <w:szCs w:val="20"/>
        </w:rPr>
        <w:t xml:space="preserve"> indicazione degli estremi della loro relativa acquisizione; </w:t>
      </w:r>
    </w:p>
    <w:p w:rsidR="003A136E" w:rsidRPr="00DD2D18" w:rsidRDefault="003A136E" w:rsidP="00DD2D18">
      <w:pPr>
        <w:tabs>
          <w:tab w:val="left" w:pos="142"/>
        </w:tabs>
        <w:ind w:left="284"/>
        <w:jc w:val="both"/>
        <w:rPr>
          <w:rFonts w:ascii="Arial" w:hAnsi="Arial" w:cs="Arial"/>
          <w:b/>
          <w:sz w:val="20"/>
          <w:szCs w:val="20"/>
        </w:rPr>
      </w:pPr>
      <w:r w:rsidRPr="00DD2D18">
        <w:rPr>
          <w:rFonts w:ascii="Arial" w:hAnsi="Arial" w:cs="Arial"/>
          <w:b/>
          <w:sz w:val="20"/>
          <w:szCs w:val="20"/>
        </w:rPr>
        <w:t>allegati alla Relazione:</w:t>
      </w:r>
    </w:p>
    <w:p w:rsidR="003A136E" w:rsidRPr="00DD2D18" w:rsidRDefault="003A136E" w:rsidP="006B6493">
      <w:pPr>
        <w:numPr>
          <w:ilvl w:val="0"/>
          <w:numId w:val="1"/>
        </w:numPr>
        <w:tabs>
          <w:tab w:val="left" w:pos="142"/>
        </w:tabs>
        <w:ind w:left="851" w:right="991" w:hanging="142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it-IT"/>
        </w:rPr>
        <w:pict>
          <v:rect id="Rettangolo 4" o:spid="_x0000_s1041" style="position:absolute;left:0;text-align:left;margin-left:20.75pt;margin-top:-1.25pt;width:9pt;height:9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"/>
        </w:pict>
      </w:r>
      <w:r w:rsidRPr="00DD2D18">
        <w:rPr>
          <w:rFonts w:ascii="Arial" w:hAnsi="Arial" w:cs="Arial"/>
          <w:sz w:val="20"/>
          <w:szCs w:val="20"/>
        </w:rPr>
        <w:t>la delibera di approvazione del progetto</w:t>
      </w:r>
      <w:r>
        <w:rPr>
          <w:rFonts w:ascii="Arial" w:hAnsi="Arial" w:cs="Arial"/>
          <w:sz w:val="20"/>
          <w:szCs w:val="20"/>
        </w:rPr>
        <w:t xml:space="preserve"> e l’elenco dei relativi elaborati</w:t>
      </w:r>
      <w:r w:rsidRPr="00DD2D18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A136E" w:rsidRPr="006B6493" w:rsidRDefault="003A136E" w:rsidP="006B6493">
      <w:pPr>
        <w:numPr>
          <w:ilvl w:val="0"/>
          <w:numId w:val="1"/>
        </w:numPr>
        <w:tabs>
          <w:tab w:val="left" w:pos="142"/>
        </w:tabs>
        <w:ind w:left="851" w:right="991" w:hanging="142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it-IT"/>
        </w:rPr>
        <w:pict>
          <v:rect id="Rettangolo 5" o:spid="_x0000_s1042" style="position:absolute;left:0;text-align:left;margin-left:23pt;margin-top:.35pt;width:9pt;height:9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I8HQ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"/>
        </w:pict>
      </w:r>
      <w:r w:rsidRPr="00DD2D18">
        <w:rPr>
          <w:rFonts w:ascii="Arial" w:hAnsi="Arial" w:cs="Arial"/>
          <w:sz w:val="20"/>
          <w:szCs w:val="20"/>
        </w:rPr>
        <w:t>il cronoprogramma dei lavori;</w:t>
      </w:r>
      <w:r w:rsidRPr="00470AB2">
        <w:rPr>
          <w:rFonts w:ascii="Arial" w:hAnsi="Arial" w:cs="Arial"/>
          <w:b/>
          <w:noProof/>
          <w:sz w:val="20"/>
          <w:szCs w:val="20"/>
          <w:lang w:eastAsia="it-IT"/>
        </w:rPr>
        <w:t xml:space="preserve"> </w:t>
      </w:r>
    </w:p>
    <w:p w:rsidR="003A136E" w:rsidRPr="006B6493" w:rsidRDefault="003A136E" w:rsidP="006B6493">
      <w:pPr>
        <w:numPr>
          <w:ilvl w:val="0"/>
          <w:numId w:val="1"/>
        </w:numPr>
        <w:tabs>
          <w:tab w:val="left" w:pos="142"/>
        </w:tabs>
        <w:ind w:left="851" w:right="991" w:hanging="142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it-IT"/>
        </w:rPr>
        <w:pict>
          <v:rect id="Rettangolo 9" o:spid="_x0000_s1043" style="position:absolute;left:0;text-align:left;margin-left:23pt;margin-top:.4pt;width:9pt;height: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"/>
        </w:pict>
      </w:r>
      <w:r w:rsidRPr="006B6493">
        <w:rPr>
          <w:rFonts w:ascii="Arial" w:hAnsi="Arial" w:cs="Arial"/>
          <w:sz w:val="20"/>
          <w:szCs w:val="20"/>
        </w:rPr>
        <w:t>il Quadro Economico dell’intervento redatto ai sensi dell’art. 16 del D.P.R. n.207/2010, dove dovranno essere specificate anche le eventuali spese già sostenute dal soggetto richiedente pur se le stesse non sono ammissibili al finanziamento;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A136E" w:rsidRPr="0097729F" w:rsidRDefault="003A136E" w:rsidP="0097729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7729F">
        <w:rPr>
          <w:b/>
          <w:sz w:val="24"/>
          <w:szCs w:val="24"/>
        </w:rPr>
        <w:t>________________________________________________________________________________</w:t>
      </w:r>
    </w:p>
    <w:p w:rsidR="003A136E" w:rsidRPr="006B6493" w:rsidRDefault="003A136E" w:rsidP="0097729F">
      <w:pPr>
        <w:numPr>
          <w:ilvl w:val="0"/>
          <w:numId w:val="2"/>
        </w:numPr>
        <w:tabs>
          <w:tab w:val="left" w:pos="142"/>
          <w:tab w:val="left" w:pos="284"/>
        </w:tabs>
        <w:ind w:left="284" w:right="849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it-IT"/>
        </w:rPr>
        <w:pict>
          <v:rect id="Rettangolo 11" o:spid="_x0000_s1044" style="position:absolute;left:0;text-align:left;margin-left:464.75pt;margin-top:13.25pt;width:9pt;height: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"/>
        </w:pict>
      </w:r>
      <w:r w:rsidRPr="0097729F">
        <w:rPr>
          <w:rFonts w:ascii="Arial" w:hAnsi="Arial" w:cs="Arial"/>
          <w:b/>
          <w:sz w:val="20"/>
          <w:szCs w:val="20"/>
        </w:rPr>
        <w:t>Gli elaborati grafici, tra quelli del progetto approvato, idonei a consentire</w:t>
      </w:r>
      <w:r w:rsidRPr="006B6493">
        <w:rPr>
          <w:rFonts w:ascii="Arial" w:hAnsi="Arial" w:cs="Arial"/>
          <w:b/>
          <w:sz w:val="20"/>
          <w:szCs w:val="20"/>
        </w:rPr>
        <w:t xml:space="preserve"> l’inquadramento generale dell’intervento e sufficienti a verificarne la coerenza con le previsioni della norma.</w:t>
      </w:r>
    </w:p>
    <w:p w:rsidR="003A136E" w:rsidRPr="0097729F" w:rsidRDefault="003A136E" w:rsidP="0097729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7729F">
        <w:rPr>
          <w:b/>
          <w:sz w:val="24"/>
          <w:szCs w:val="24"/>
        </w:rPr>
        <w:t xml:space="preserve">________________________________________________________________________________ </w:t>
      </w:r>
    </w:p>
    <w:p w:rsidR="003A136E" w:rsidRPr="006B6493" w:rsidRDefault="003A136E" w:rsidP="006B6493">
      <w:pPr>
        <w:numPr>
          <w:ilvl w:val="0"/>
          <w:numId w:val="2"/>
        </w:numPr>
        <w:tabs>
          <w:tab w:val="left" w:pos="142"/>
          <w:tab w:val="left" w:pos="284"/>
        </w:tabs>
        <w:ind w:left="284" w:right="566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it-IT"/>
        </w:rPr>
        <w:pict>
          <v:rect id="Rettangolo 10" o:spid="_x0000_s1045" style="position:absolute;left:0;text-align:left;margin-left:462.5pt;margin-top:4.25pt;width:9pt;height: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5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RI8TljT6&#10;oiIptgUDjC6JocGHmgLv/R2mGoO/Bfk9MAernuLUNSIMvRIt5VWl+OLZg2QEeso2w0doCV/sImSy&#10;Dh3aBEg0sEPW5OGkiTpEJumyqmavS0pN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"/>
        </w:pict>
      </w:r>
      <w:r w:rsidRPr="006B6493">
        <w:rPr>
          <w:rFonts w:ascii="Arial" w:hAnsi="Arial" w:cs="Arial"/>
          <w:b/>
          <w:sz w:val="20"/>
          <w:szCs w:val="20"/>
        </w:rPr>
        <w:t xml:space="preserve">Dichiarazione con indicazione del codice IBAN del </w:t>
      </w:r>
      <w:r>
        <w:rPr>
          <w:rFonts w:ascii="Arial" w:hAnsi="Arial" w:cs="Arial"/>
          <w:b/>
          <w:sz w:val="20"/>
          <w:szCs w:val="20"/>
        </w:rPr>
        <w:t>Soggetto richiedente</w:t>
      </w:r>
      <w:r w:rsidRPr="006B6493">
        <w:rPr>
          <w:rFonts w:ascii="Arial" w:hAnsi="Arial" w:cs="Arial"/>
          <w:b/>
          <w:sz w:val="20"/>
          <w:szCs w:val="20"/>
        </w:rPr>
        <w:t>.</w:t>
      </w:r>
    </w:p>
    <w:p w:rsidR="003A136E" w:rsidRPr="0097729F" w:rsidRDefault="003A136E" w:rsidP="0097729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7729F">
        <w:rPr>
          <w:b/>
          <w:sz w:val="24"/>
          <w:szCs w:val="24"/>
        </w:rPr>
        <w:t>________________________________________________________________________________</w:t>
      </w:r>
    </w:p>
    <w:p w:rsidR="003A136E" w:rsidRPr="006B6493" w:rsidRDefault="003A136E" w:rsidP="0097729F">
      <w:pPr>
        <w:numPr>
          <w:ilvl w:val="0"/>
          <w:numId w:val="2"/>
        </w:numPr>
        <w:tabs>
          <w:tab w:val="left" w:pos="142"/>
          <w:tab w:val="left" w:pos="284"/>
          <w:tab w:val="left" w:pos="8789"/>
        </w:tabs>
        <w:ind w:left="284" w:right="849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it-IT"/>
        </w:rPr>
        <w:pict>
          <v:rect id="Rettangolo 12" o:spid="_x0000_s1046" style="position:absolute;left:0;text-align:left;margin-left:464.75pt;margin-top:7.4pt;width:9pt;height:9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J3yBDPeAAAACQEAAA8AAAAAAAAAAAAAAAAAeAQAAGRycy9kb3ducmV2Lnht&#10;bFBLBQYAAAAABAAEAPMAAACDBQAAAAA=&#10;"/>
        </w:pict>
      </w:r>
      <w:r w:rsidRPr="006B6493">
        <w:rPr>
          <w:rFonts w:ascii="Arial" w:hAnsi="Arial" w:cs="Arial"/>
          <w:b/>
          <w:sz w:val="20"/>
          <w:szCs w:val="20"/>
        </w:rPr>
        <w:t>“Schema di disciplinare” compilato con tutti gli elementi identificati</w:t>
      </w:r>
      <w:r>
        <w:rPr>
          <w:rFonts w:ascii="Arial" w:hAnsi="Arial" w:cs="Arial"/>
          <w:b/>
          <w:sz w:val="20"/>
          <w:szCs w:val="20"/>
        </w:rPr>
        <w:t>vi dell’intervento e  del Soggetto</w:t>
      </w:r>
      <w:r w:rsidRPr="006B6493">
        <w:rPr>
          <w:rFonts w:ascii="Arial" w:hAnsi="Arial" w:cs="Arial"/>
          <w:b/>
          <w:sz w:val="20"/>
          <w:szCs w:val="20"/>
        </w:rPr>
        <w:t xml:space="preserve"> richiedente.</w:t>
      </w:r>
    </w:p>
    <w:p w:rsidR="003A136E" w:rsidRDefault="003A136E" w:rsidP="0097729F">
      <w:pPr>
        <w:spacing w:after="0"/>
      </w:pPr>
      <w:r>
        <w:rPr>
          <w:b/>
          <w:sz w:val="24"/>
          <w:szCs w:val="24"/>
        </w:rPr>
        <w:t>________________________________________________________________________________</w:t>
      </w:r>
    </w:p>
    <w:p w:rsidR="003A136E" w:rsidRDefault="003A136E" w:rsidP="0097729F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b/>
          <w:sz w:val="24"/>
          <w:szCs w:val="24"/>
        </w:rPr>
      </w:pPr>
    </w:p>
    <w:p w:rsidR="003A136E" w:rsidRDefault="003A136E" w:rsidP="0097729F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b/>
          <w:sz w:val="24"/>
          <w:szCs w:val="24"/>
        </w:rPr>
      </w:pPr>
    </w:p>
    <w:p w:rsidR="003A136E" w:rsidRPr="004A0A55" w:rsidRDefault="003A136E" w:rsidP="0097729F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sz w:val="24"/>
          <w:szCs w:val="24"/>
        </w:rPr>
      </w:pPr>
      <w:r w:rsidRPr="004A0A55">
        <w:rPr>
          <w:sz w:val="24"/>
          <w:szCs w:val="24"/>
        </w:rPr>
        <w:t>Firmato:  il Sindaco</w:t>
      </w:r>
      <w:r>
        <w:rPr>
          <w:sz w:val="24"/>
          <w:szCs w:val="24"/>
        </w:rPr>
        <w:t xml:space="preserve"> Maurizio Semplici</w:t>
      </w:r>
    </w:p>
    <w:p w:rsidR="003A136E" w:rsidRDefault="003A136E" w:rsidP="0097729F">
      <w:pPr>
        <w:autoSpaceDE w:val="0"/>
        <w:autoSpaceDN w:val="0"/>
        <w:adjustRightInd w:val="0"/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</w:t>
      </w:r>
    </w:p>
    <w:p w:rsidR="003A136E" w:rsidRDefault="003A136E" w:rsidP="004A0A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136E" w:rsidRDefault="003A136E" w:rsidP="004A0A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136E" w:rsidRDefault="003A136E" w:rsidP="004A0A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Ai sensi dell’art 47 del D.P.R. 445/2000  il sottoscritto Maurizio Semplici Sindaco del Comune di Barberino Val d’Elsa dichiara che gli allegati alla presente istanza sono conformi agli originali.</w:t>
      </w:r>
    </w:p>
    <w:p w:rsidR="003A136E" w:rsidRDefault="003A136E" w:rsidP="004A0A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A136E" w:rsidRDefault="003A136E" w:rsidP="004A0A5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Firmato: il Sindaco Maurizio Semplici </w:t>
      </w:r>
    </w:p>
    <w:p w:rsidR="003A136E" w:rsidRDefault="003A136E" w:rsidP="006B649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4A0A55">
        <w:rPr>
          <w:b/>
          <w:sz w:val="24"/>
          <w:szCs w:val="24"/>
        </w:rPr>
        <w:t>________________________________________________</w:t>
      </w:r>
      <w:r>
        <w:rPr>
          <w:b/>
          <w:sz w:val="24"/>
          <w:szCs w:val="24"/>
        </w:rPr>
        <w:t>_______________________________</w:t>
      </w:r>
    </w:p>
    <w:sectPr w:rsidR="003A136E" w:rsidSect="00F853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riam">
    <w:altName w:val="Lucida Sans Unicode"/>
    <w:panose1 w:val="00000000000000000000"/>
    <w:charset w:val="B1"/>
    <w:family w:val="swiss"/>
    <w:notTrueType/>
    <w:pitch w:val="variable"/>
    <w:sig w:usb0="00000801" w:usb1="00000000" w:usb2="00000000" w:usb3="00000000" w:csb0="0000002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3E6C"/>
    <w:multiLevelType w:val="hybridMultilevel"/>
    <w:tmpl w:val="8BD29E9E"/>
    <w:lvl w:ilvl="0" w:tplc="FAD8D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AB656A"/>
    <w:multiLevelType w:val="hybridMultilevel"/>
    <w:tmpl w:val="380E04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844E93"/>
    <w:multiLevelType w:val="hybridMultilevel"/>
    <w:tmpl w:val="8C8AFA3C"/>
    <w:lvl w:ilvl="0" w:tplc="5B6A51C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77F"/>
    <w:rsid w:val="00010529"/>
    <w:rsid w:val="00043275"/>
    <w:rsid w:val="000518EB"/>
    <w:rsid w:val="00071BBC"/>
    <w:rsid w:val="00357DA4"/>
    <w:rsid w:val="00395B18"/>
    <w:rsid w:val="003A136E"/>
    <w:rsid w:val="00470AB2"/>
    <w:rsid w:val="004A0A55"/>
    <w:rsid w:val="004C0190"/>
    <w:rsid w:val="004E6AF0"/>
    <w:rsid w:val="004F277F"/>
    <w:rsid w:val="00562DF0"/>
    <w:rsid w:val="00621A21"/>
    <w:rsid w:val="00651C62"/>
    <w:rsid w:val="006B6493"/>
    <w:rsid w:val="00774234"/>
    <w:rsid w:val="00812720"/>
    <w:rsid w:val="008D5C34"/>
    <w:rsid w:val="00975E10"/>
    <w:rsid w:val="0097729F"/>
    <w:rsid w:val="009A091A"/>
    <w:rsid w:val="009A6A5F"/>
    <w:rsid w:val="009B0C43"/>
    <w:rsid w:val="009F33D9"/>
    <w:rsid w:val="00A12066"/>
    <w:rsid w:val="00A15E22"/>
    <w:rsid w:val="00A36D8A"/>
    <w:rsid w:val="00A550CE"/>
    <w:rsid w:val="00A56366"/>
    <w:rsid w:val="00AF2E44"/>
    <w:rsid w:val="00C55DB8"/>
    <w:rsid w:val="00C56951"/>
    <w:rsid w:val="00DD2D18"/>
    <w:rsid w:val="00F13712"/>
    <w:rsid w:val="00F8534D"/>
    <w:rsid w:val="00FB5AE4"/>
    <w:rsid w:val="00FE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4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E2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E22"/>
    <w:rPr>
      <w:rFonts w:ascii="Cambria" w:hAnsi="Cambria" w:cs="Times New Roman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7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0A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C0190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FE289F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6AF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7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barberinovaldelsa@postacert.toscan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570</Words>
  <Characters>3253</Characters>
  <Application>Microsoft Office Outlook</Application>
  <DocSecurity>0</DocSecurity>
  <Lines>0</Lines>
  <Paragraphs>0</Paragraphs>
  <ScaleCrop>false</ScaleCrop>
  <Company>MIT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Grio Caterina</dc:creator>
  <cp:keywords/>
  <dc:description/>
  <cp:lastModifiedBy>Olidata Vassant 3</cp:lastModifiedBy>
  <cp:revision>8</cp:revision>
  <cp:lastPrinted>2013-07-29T12:58:00Z</cp:lastPrinted>
  <dcterms:created xsi:type="dcterms:W3CDTF">2013-09-16T09:43:00Z</dcterms:created>
  <dcterms:modified xsi:type="dcterms:W3CDTF">2013-09-17T11:19:00Z</dcterms:modified>
</cp:coreProperties>
</file>